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8DF" w:rsidRPr="00121DF4" w:rsidRDefault="001E68DF">
      <w:pPr>
        <w:rPr>
          <w:rFonts w:ascii="Arial" w:hAnsi="Arial" w:cs="Arial"/>
          <w:sz w:val="28"/>
          <w:szCs w:val="28"/>
        </w:rPr>
      </w:pPr>
      <w:r w:rsidRPr="00121DF4">
        <w:rPr>
          <w:rFonts w:ascii="Arial" w:hAnsi="Arial" w:cs="Arial"/>
          <w:sz w:val="28"/>
          <w:szCs w:val="28"/>
        </w:rPr>
        <w:t>The Five Classmates I want to know more</w:t>
      </w:r>
    </w:p>
    <w:p w:rsidR="001E68DF" w:rsidRPr="00121DF4" w:rsidRDefault="001E68DF">
      <w:pPr>
        <w:rPr>
          <w:rFonts w:ascii="Arial" w:hAnsi="Arial" w:cs="Arial"/>
          <w:sz w:val="28"/>
          <w:szCs w:val="28"/>
        </w:rPr>
      </w:pPr>
    </w:p>
    <w:p w:rsidR="001E68DF" w:rsidRPr="00121DF4" w:rsidRDefault="001E68DF" w:rsidP="00BB7E1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21DF4">
        <w:rPr>
          <w:rFonts w:ascii="Arial" w:hAnsi="Arial" w:cs="Arial"/>
          <w:sz w:val="24"/>
          <w:szCs w:val="24"/>
        </w:rPr>
        <w:t>Rino Calapit– I am always curious about his voice, it is very high pitched and sometimes It makes me thinks if he is a real guy or not. I want to know him better because I think he is friendly and I know we could play some jokes around.</w:t>
      </w:r>
    </w:p>
    <w:p w:rsidR="001E68DF" w:rsidRPr="00121DF4" w:rsidRDefault="001E68DF" w:rsidP="00C81FA0">
      <w:pPr>
        <w:pStyle w:val="ListParagraph"/>
        <w:rPr>
          <w:rFonts w:ascii="Arial" w:hAnsi="Arial" w:cs="Arial"/>
          <w:sz w:val="24"/>
          <w:szCs w:val="24"/>
        </w:rPr>
      </w:pPr>
    </w:p>
    <w:p w:rsidR="001E68DF" w:rsidRPr="00121DF4" w:rsidRDefault="001E68DF" w:rsidP="00C81FA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21DF4">
        <w:rPr>
          <w:rFonts w:ascii="Arial" w:hAnsi="Arial" w:cs="Arial"/>
          <w:sz w:val="24"/>
          <w:szCs w:val="24"/>
        </w:rPr>
        <w:t xml:space="preserve">Reymunde Pedro– Sometimes I could think on what is going on within his mind of having a relationship with a guy. I want to know him better and understand the aspect of being himself. Knowing him considers in widening my knowledge about them. </w:t>
      </w:r>
    </w:p>
    <w:p w:rsidR="001E68DF" w:rsidRPr="00121DF4" w:rsidRDefault="001E68DF" w:rsidP="00C81FA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21DF4">
        <w:rPr>
          <w:rFonts w:ascii="Arial" w:hAnsi="Arial" w:cs="Arial"/>
          <w:sz w:val="24"/>
          <w:szCs w:val="24"/>
        </w:rPr>
        <w:t xml:space="preserve">Maicah Geron– She is a girl of beauty and brains, she likes to be a philanthropist maybe and it makes me curios to have a conversation with her. I like to know her better because during my childhood years my crushes are like her type. </w:t>
      </w:r>
    </w:p>
    <w:p w:rsidR="001E68DF" w:rsidRPr="00121DF4" w:rsidRDefault="001E68DF" w:rsidP="00C81FA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21DF4">
        <w:rPr>
          <w:rFonts w:ascii="Arial" w:hAnsi="Arial" w:cs="Arial"/>
          <w:sz w:val="24"/>
          <w:szCs w:val="24"/>
        </w:rPr>
        <w:t>Bae, Goeun –I want to speak with her because I like speaking and talking to Koreans, I can practice my communication skills. I also like because she talks Filipino words in such a cute way.</w:t>
      </w:r>
    </w:p>
    <w:p w:rsidR="001E68DF" w:rsidRPr="00121DF4" w:rsidRDefault="001E68DF" w:rsidP="00C81FA0">
      <w:pPr>
        <w:pStyle w:val="ListParagraph"/>
        <w:rPr>
          <w:rFonts w:ascii="Arial" w:hAnsi="Arial" w:cs="Arial"/>
          <w:sz w:val="24"/>
          <w:szCs w:val="24"/>
        </w:rPr>
      </w:pPr>
    </w:p>
    <w:p w:rsidR="001E68DF" w:rsidRPr="00121DF4" w:rsidRDefault="001E68DF" w:rsidP="00BB7E1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21DF4">
        <w:rPr>
          <w:rFonts w:ascii="Arial" w:hAnsi="Arial" w:cs="Arial"/>
          <w:sz w:val="24"/>
          <w:szCs w:val="24"/>
        </w:rPr>
        <w:t>Ruisdale Bersales– I want to know her more because in the fact she is also an environmentalist, she is a member of the watershed youth council, which some of my fellow envi-friends are participating there. I hope we could talk about environmental issues and learn from each other.</w:t>
      </w:r>
    </w:p>
    <w:p w:rsidR="001E68DF" w:rsidRPr="00121DF4" w:rsidRDefault="001E68DF" w:rsidP="00C81FA0">
      <w:pPr>
        <w:rPr>
          <w:rFonts w:ascii="Arial" w:hAnsi="Arial" w:cs="Arial"/>
          <w:sz w:val="24"/>
          <w:szCs w:val="24"/>
        </w:rPr>
      </w:pPr>
    </w:p>
    <w:p w:rsidR="001E68DF" w:rsidRPr="00121DF4" w:rsidRDefault="001E68DF" w:rsidP="00C81FA0">
      <w:pPr>
        <w:rPr>
          <w:rFonts w:ascii="Arial" w:hAnsi="Arial" w:cs="Arial"/>
          <w:sz w:val="24"/>
          <w:szCs w:val="24"/>
        </w:rPr>
      </w:pPr>
      <w:r w:rsidRPr="00121DF4">
        <w:rPr>
          <w:rFonts w:ascii="Arial" w:hAnsi="Arial" w:cs="Arial"/>
          <w:sz w:val="24"/>
          <w:szCs w:val="24"/>
        </w:rPr>
        <w:t xml:space="preserve">I am a friendly person and equal to all my other classmates, but these are the only top 5 an it doesn’t matter really on how I see others. </w:t>
      </w:r>
    </w:p>
    <w:p w:rsidR="001E68DF" w:rsidRPr="00121DF4" w:rsidRDefault="001E68DF" w:rsidP="00C81FA0">
      <w:pPr>
        <w:rPr>
          <w:rFonts w:ascii="Arial" w:hAnsi="Arial" w:cs="Arial"/>
          <w:sz w:val="24"/>
          <w:szCs w:val="24"/>
        </w:rPr>
      </w:pPr>
      <w:r w:rsidRPr="00121DF4">
        <w:rPr>
          <w:rFonts w:ascii="Arial" w:hAnsi="Arial" w:cs="Arial"/>
          <w:sz w:val="24"/>
          <w:szCs w:val="24"/>
        </w:rPr>
        <w:t xml:space="preserve">_loveanimals </w:t>
      </w:r>
    </w:p>
    <w:sectPr w:rsidR="001E68DF" w:rsidRPr="00121DF4" w:rsidSect="00A958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7576F"/>
    <w:multiLevelType w:val="hybridMultilevel"/>
    <w:tmpl w:val="DD4E926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7E12"/>
    <w:rsid w:val="00121DF4"/>
    <w:rsid w:val="001E68DF"/>
    <w:rsid w:val="00200086"/>
    <w:rsid w:val="00331CE3"/>
    <w:rsid w:val="00387E78"/>
    <w:rsid w:val="0059261F"/>
    <w:rsid w:val="005E65D8"/>
    <w:rsid w:val="00A9583C"/>
    <w:rsid w:val="00AD1935"/>
    <w:rsid w:val="00B40640"/>
    <w:rsid w:val="00B55C9A"/>
    <w:rsid w:val="00BB7E12"/>
    <w:rsid w:val="00C81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83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B7E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206</Words>
  <Characters>1179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Five Classmates I want to know more</dc:title>
  <dc:subject/>
  <dc:creator>Pewee</dc:creator>
  <cp:keywords/>
  <dc:description/>
  <cp:lastModifiedBy>user</cp:lastModifiedBy>
  <cp:revision>2</cp:revision>
  <dcterms:created xsi:type="dcterms:W3CDTF">2012-07-26T08:14:00Z</dcterms:created>
  <dcterms:modified xsi:type="dcterms:W3CDTF">2012-07-26T08:14:00Z</dcterms:modified>
</cp:coreProperties>
</file>